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AF13D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</w:rPr>
              <w:t xml:space="preserve"> Webster County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1" w:name="schcode"/>
            <w:bookmarkEnd w:id="1"/>
            <w:r>
              <w:rPr>
                <w:rFonts w:asciiTheme="majorHAnsi" w:hAnsiTheme="majorHAnsi" w:cs="Times New Roman"/>
              </w:rPr>
              <w:t>091501</w:t>
            </w:r>
          </w:p>
        </w:tc>
        <w:tc>
          <w:tcPr>
            <w:tcW w:w="1799" w:type="dxa"/>
          </w:tcPr>
          <w:p w:rsidR="0098278E" w:rsidRPr="0098278E" w:rsidRDefault="00AF13D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AF13D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AF13D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95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AF13D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96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rec8"/>
            <w:bookmarkEnd w:id="6"/>
            <w:r>
              <w:rPr>
                <w:rFonts w:asciiTheme="majorHAnsi" w:hAnsiTheme="majorHAnsi" w:cs="Times New Roman"/>
              </w:rPr>
              <w:t>95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99.0%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428A1696"/>
            <w:bookmarkEnd w:id="8"/>
            <w:r>
              <w:rPr>
                <w:rFonts w:asciiTheme="majorHAnsi" w:hAnsiTheme="majorHAnsi" w:cs="Times New Roman"/>
                <w:color w:val="000000"/>
              </w:rPr>
              <w:t>44.2%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5"/>
            <w:bookmarkEnd w:id="9"/>
            <w:r>
              <w:rPr>
                <w:rFonts w:asciiTheme="majorHAnsi" w:hAnsiTheme="majorHAnsi" w:cs="Times New Roman"/>
                <w:color w:val="000000"/>
              </w:rPr>
              <w:t>55.8%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7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5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2" w:name="Q429A1698"/>
            <w:bookmarkEnd w:id="12"/>
            <w:r>
              <w:rPr>
                <w:rFonts w:asciiTheme="majorHAnsi" w:hAnsiTheme="majorHAnsi" w:cs="Arial"/>
              </w:rPr>
              <w:t>95.8%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700"/>
            <w:bookmarkEnd w:id="13"/>
            <w:r>
              <w:rPr>
                <w:rFonts w:asciiTheme="majorHAnsi" w:hAnsiTheme="majorHAnsi" w:cs="Arial"/>
              </w:rPr>
              <w:t>1.1%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2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699"/>
            <w:bookmarkEnd w:id="15"/>
            <w:r>
              <w:rPr>
                <w:rFonts w:asciiTheme="majorHAnsi" w:hAnsiTheme="majorHAnsi" w:cs="Arial"/>
              </w:rPr>
              <w:t>1.1%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701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3"/>
            <w:bookmarkEnd w:id="17"/>
            <w:r>
              <w:rPr>
                <w:rFonts w:asciiTheme="majorHAnsi" w:hAnsiTheme="majorHAnsi" w:cs="Arial"/>
              </w:rPr>
              <w:t>2.1%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698NR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9" w:name="Q430A1704"/>
            <w:bookmarkEnd w:id="19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5"/>
            <w:bookmarkEnd w:id="20"/>
            <w:r>
              <w:rPr>
                <w:rFonts w:asciiTheme="majorHAnsi" w:hAnsiTheme="majorHAnsi" w:cs="Times New Roman"/>
                <w:color w:val="000000"/>
              </w:rPr>
              <w:t>97.9%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4NR"/>
            <w:bookmarkEnd w:id="21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1A1706"/>
            <w:bookmarkEnd w:id="22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7"/>
            <w:bookmarkEnd w:id="2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8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6NR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3A1715"/>
            <w:bookmarkEnd w:id="26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6"/>
            <w:bookmarkEnd w:id="2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7"/>
            <w:bookmarkEnd w:id="28"/>
            <w:r>
              <w:rPr>
                <w:rFonts w:asciiTheme="majorHAnsi" w:hAnsiTheme="majorHAnsi" w:cs="Times New Roman"/>
                <w:color w:val="000000"/>
              </w:rPr>
              <w:t>11.6%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8"/>
            <w:bookmarkEnd w:id="29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9"/>
            <w:bookmarkEnd w:id="30"/>
            <w:r>
              <w:rPr>
                <w:rFonts w:asciiTheme="majorHAnsi" w:hAnsiTheme="majorHAnsi" w:cs="Times New Roman"/>
                <w:color w:val="000000"/>
              </w:rPr>
              <w:t>60.0%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5NR"/>
            <w:bookmarkEnd w:id="31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97A1989"/>
            <w:bookmarkEnd w:id="32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8A1997"/>
            <w:bookmarkEnd w:id="33"/>
            <w:r>
              <w:rPr>
                <w:rFonts w:asciiTheme="majorHAnsi" w:hAnsiTheme="majorHAnsi" w:cs="Times New Roman"/>
                <w:color w:val="000000"/>
              </w:rPr>
              <w:t>8.4%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7A1990"/>
            <w:bookmarkEnd w:id="34"/>
            <w:r>
              <w:rPr>
                <w:rFonts w:asciiTheme="majorHAnsi" w:hAnsiTheme="majorHAnsi" w:cs="Times New Roman"/>
                <w:color w:val="000000"/>
              </w:rPr>
              <w:t>35.8%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8A1998"/>
            <w:bookmarkEnd w:id="35"/>
            <w:r>
              <w:rPr>
                <w:rFonts w:asciiTheme="majorHAnsi" w:hAnsiTheme="majorHAnsi" w:cs="Times New Roman"/>
                <w:color w:val="000000"/>
              </w:rPr>
              <w:t>40.0%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7A1991"/>
            <w:bookmarkEnd w:id="36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8A1999"/>
            <w:bookmarkEnd w:id="37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7A1992"/>
            <w:bookmarkEnd w:id="38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8A2000"/>
            <w:bookmarkEnd w:id="39"/>
            <w:r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7A1993"/>
            <w:bookmarkEnd w:id="40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8A2001"/>
            <w:bookmarkEnd w:id="41"/>
            <w:r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7A1994"/>
            <w:bookmarkEnd w:id="42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8A2002"/>
            <w:bookmarkEnd w:id="43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7A1995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8A2003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7A1996"/>
            <w:bookmarkEnd w:id="46"/>
            <w:r>
              <w:rPr>
                <w:rFonts w:asciiTheme="majorHAnsi" w:hAnsiTheme="majorHAnsi" w:cs="Times New Roman"/>
                <w:color w:val="000000"/>
              </w:rPr>
              <w:t>32.6%</w:t>
            </w:r>
          </w:p>
        </w:tc>
        <w:tc>
          <w:tcPr>
            <w:tcW w:w="1260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8A2004"/>
            <w:bookmarkEnd w:id="47"/>
            <w:r>
              <w:rPr>
                <w:rFonts w:asciiTheme="majorHAnsi" w:hAnsiTheme="majorHAnsi" w:cs="Times New Roman"/>
                <w:color w:val="000000"/>
              </w:rPr>
              <w:t>37.9%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7A1989NR"/>
            <w:bookmarkEnd w:id="48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  <w:tc>
          <w:tcPr>
            <w:tcW w:w="1260" w:type="dxa"/>
            <w:vAlign w:val="center"/>
          </w:tcPr>
          <w:p w:rsidR="0098278E" w:rsidRPr="009A772C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8A1997NR"/>
            <w:bookmarkEnd w:id="49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32A2318"/>
            <w:bookmarkEnd w:id="50"/>
            <w:r>
              <w:rPr>
                <w:rFonts w:asciiTheme="majorHAnsi" w:hAnsiTheme="majorHAnsi" w:cs="Times New Roman"/>
                <w:color w:val="000000"/>
              </w:rPr>
              <w:t>60.0%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1709"/>
            <w:bookmarkEnd w:id="51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10"/>
            <w:bookmarkEnd w:id="52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1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2"/>
            <w:bookmarkEnd w:id="54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3"/>
            <w:bookmarkEnd w:id="55"/>
            <w:r>
              <w:rPr>
                <w:rFonts w:asciiTheme="majorHAnsi" w:hAnsiTheme="majorHAnsi" w:cs="Times New Roman"/>
                <w:color w:val="000000"/>
              </w:rPr>
              <w:t>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4"/>
            <w:bookmarkEnd w:id="56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2318NR"/>
            <w:bookmarkEnd w:id="57"/>
            <w:r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75A1885"/>
            <w:bookmarkEnd w:id="58"/>
            <w:r>
              <w:rPr>
                <w:rFonts w:asciiTheme="majorHAnsi" w:hAnsiTheme="majorHAnsi" w:cs="Times New Roman"/>
                <w:color w:val="000000"/>
              </w:rPr>
              <w:t>80.0%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6"/>
            <w:bookmarkEnd w:id="59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AF13D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5NR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 xml:space="preserve">8b. </w:t>
      </w:r>
      <w:proofErr w:type="gramStart"/>
      <w:r w:rsidRPr="00A41B91">
        <w:rPr>
          <w:rFonts w:asciiTheme="majorHAnsi" w:eastAsia="Times New Roman" w:hAnsiTheme="majorHAnsi" w:cs="Times New Roman"/>
          <w:b/>
          <w:bCs/>
          <w:color w:val="000000"/>
        </w:rPr>
        <w:t>If</w:t>
      </w:r>
      <w:proofErr w:type="gramEnd"/>
      <w:r w:rsidRPr="00A41B91">
        <w:rPr>
          <w:rFonts w:asciiTheme="majorHAnsi" w:eastAsia="Times New Roman" w:hAnsiTheme="majorHAnsi" w:cs="Times New Roman"/>
          <w:b/>
          <w:bCs/>
          <w:color w:val="000000"/>
        </w:rPr>
        <w:t xml:space="preserve">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1" w:name="Q474A1878"/>
            <w:bookmarkEnd w:id="61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9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3.2%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80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1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6.3%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2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1.1%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AF13D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3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2.1%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AF13D9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4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it is a waste of my time; to take care of my family; I feel as if I do not have the skill to make it through college, due to the fact that I am struggling in school.; family is broke;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u.s.army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doesnt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require a collage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degrea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8" w:name="Q477A1889"/>
            <w:bookmarkEnd w:id="68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8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7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90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8.4%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87NR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478A1893"/>
            <w:bookmarkEnd w:id="7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2"/>
            <w:bookmarkEnd w:id="74"/>
            <w:r>
              <w:rPr>
                <w:rFonts w:asciiTheme="majorHAnsi" w:hAnsiTheme="majorHAnsi"/>
              </w:rPr>
              <w:t>67.4%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1"/>
            <w:bookmarkEnd w:id="75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4"/>
            <w:bookmarkEnd w:id="76"/>
            <w:r>
              <w:rPr>
                <w:rFonts w:asciiTheme="majorHAnsi" w:hAnsiTheme="majorHAnsi"/>
              </w:rPr>
              <w:t>8.4%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1NR"/>
            <w:bookmarkEnd w:id="77"/>
            <w:r>
              <w:rPr>
                <w:rFonts w:asciiTheme="majorHAnsi" w:hAnsiTheme="majorHAnsi"/>
              </w:rPr>
              <w:t>1.1%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9A1897"/>
            <w:bookmarkEnd w:id="78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6"/>
            <w:bookmarkEnd w:id="79"/>
            <w:r>
              <w:rPr>
                <w:rFonts w:asciiTheme="majorHAnsi" w:hAnsiTheme="majorHAnsi"/>
              </w:rPr>
              <w:t>53.7%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5"/>
            <w:bookmarkEnd w:id="80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8"/>
            <w:bookmarkEnd w:id="81"/>
            <w:r>
              <w:rPr>
                <w:rFonts w:asciiTheme="majorHAnsi" w:hAnsiTheme="majorHAnsi"/>
              </w:rPr>
              <w:t>8.4%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5NR"/>
            <w:bookmarkEnd w:id="82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80A1901"/>
            <w:bookmarkEnd w:id="8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0"/>
            <w:bookmarkEnd w:id="84"/>
            <w:r>
              <w:rPr>
                <w:rFonts w:asciiTheme="majorHAnsi" w:hAnsiTheme="majorHAnsi"/>
              </w:rPr>
              <w:t>49.5%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899"/>
            <w:bookmarkEnd w:id="85"/>
            <w:r>
              <w:rPr>
                <w:rFonts w:asciiTheme="majorHAnsi" w:hAnsiTheme="majorHAnsi"/>
              </w:rPr>
              <w:t>23.2%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902"/>
            <w:bookmarkEnd w:id="86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899NR"/>
            <w:bookmarkEnd w:id="87"/>
            <w:r>
              <w:rPr>
                <w:rFonts w:asciiTheme="majorHAnsi" w:hAnsiTheme="majorHAnsi"/>
              </w:rPr>
              <w:t>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8" w:name="Q481A1905"/>
            <w:bookmarkEnd w:id="88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4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38.9%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3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6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3NR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1.1%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2A1909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8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43.2%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7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10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07NR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1.1%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8" w:name="Q500A2010"/>
            <w:bookmarkEnd w:id="98"/>
            <w:r>
              <w:rPr>
                <w:rFonts w:asciiTheme="majorHAnsi" w:hAnsiTheme="majorHAnsi" w:cs="Arial"/>
              </w:rPr>
              <w:t>13.7%</w:t>
            </w:r>
          </w:p>
        </w:tc>
        <w:tc>
          <w:tcPr>
            <w:tcW w:w="108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499A2005"/>
            <w:bookmarkEnd w:id="99"/>
            <w:r>
              <w:rPr>
                <w:rFonts w:asciiTheme="majorHAnsi" w:hAnsiTheme="majorHAnsi" w:cs="Arial"/>
              </w:rPr>
              <w:t>16.8%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500A2011"/>
            <w:bookmarkEnd w:id="100"/>
            <w:r>
              <w:rPr>
                <w:rFonts w:asciiTheme="majorHAnsi" w:hAnsiTheme="majorHAnsi" w:cs="Arial"/>
              </w:rPr>
              <w:t>11.6%</w:t>
            </w:r>
          </w:p>
        </w:tc>
        <w:tc>
          <w:tcPr>
            <w:tcW w:w="1080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499A2006"/>
            <w:bookmarkEnd w:id="101"/>
            <w:r>
              <w:rPr>
                <w:rFonts w:asciiTheme="majorHAnsi" w:hAnsiTheme="majorHAnsi" w:cs="Arial"/>
              </w:rPr>
              <w:t>15.8%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500A2012"/>
            <w:bookmarkEnd w:id="102"/>
            <w:r>
              <w:rPr>
                <w:rFonts w:asciiTheme="majorHAnsi" w:hAnsiTheme="majorHAnsi" w:cs="Arial"/>
              </w:rPr>
              <w:t>11.6%</w:t>
            </w:r>
          </w:p>
        </w:tc>
        <w:tc>
          <w:tcPr>
            <w:tcW w:w="108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499A2007"/>
            <w:bookmarkEnd w:id="103"/>
            <w:r>
              <w:rPr>
                <w:rFonts w:asciiTheme="majorHAnsi" w:hAnsiTheme="majorHAnsi" w:cs="Arial"/>
              </w:rPr>
              <w:t>15.8%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500A2013"/>
            <w:bookmarkEnd w:id="104"/>
            <w:r>
              <w:rPr>
                <w:rFonts w:asciiTheme="majorHAnsi" w:hAnsiTheme="majorHAnsi" w:cs="Arial"/>
              </w:rPr>
              <w:t>27.4%</w:t>
            </w:r>
          </w:p>
        </w:tc>
        <w:tc>
          <w:tcPr>
            <w:tcW w:w="1080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499A2008"/>
            <w:bookmarkEnd w:id="105"/>
            <w:r>
              <w:rPr>
                <w:rFonts w:asciiTheme="majorHAnsi" w:hAnsiTheme="majorHAnsi" w:cs="Arial"/>
              </w:rPr>
              <w:t>27.4%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500A2014"/>
            <w:bookmarkEnd w:id="106"/>
            <w:r>
              <w:rPr>
                <w:rFonts w:asciiTheme="majorHAnsi" w:hAnsiTheme="majorHAnsi" w:cs="Arial"/>
              </w:rPr>
              <w:t>35.8%</w:t>
            </w:r>
          </w:p>
        </w:tc>
        <w:tc>
          <w:tcPr>
            <w:tcW w:w="1080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499A2009"/>
            <w:bookmarkEnd w:id="107"/>
            <w:r>
              <w:rPr>
                <w:rFonts w:asciiTheme="majorHAnsi" w:hAnsiTheme="majorHAnsi" w:cs="Arial"/>
              </w:rPr>
              <w:t>23.2%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8" w:name="Q500A2010NR"/>
            <w:bookmarkEnd w:id="10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499A2005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1.1%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F6B35" w:rsidRDefault="00CF6B35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lastRenderedPageBreak/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0" w:name="Q565A2489"/>
            <w:bookmarkEnd w:id="110"/>
            <w:r>
              <w:rPr>
                <w:rFonts w:asciiTheme="majorHAnsi" w:hAnsiTheme="majorHAnsi" w:cs="Arial"/>
                <w:sz w:val="22"/>
                <w:szCs w:val="22"/>
              </w:rPr>
              <w:t>11.6%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1" w:name="Q565A2474"/>
            <w:bookmarkEnd w:id="1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325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4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3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5" w:name="Q565A2323NR"/>
            <w:bookmarkEnd w:id="11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6A2490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12.6%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7" w:name="Q566A2475"/>
            <w:bookmarkEnd w:id="1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329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8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7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1" w:name="Q566A2327NR"/>
            <w:bookmarkEnd w:id="12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7A2491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47.4%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3" w:name="Q567A2476"/>
            <w:bookmarkEnd w:id="1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333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2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1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7" w:name="Q567A2331NR"/>
            <w:bookmarkEnd w:id="12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8A2492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9" w:name="Q568A2477"/>
            <w:bookmarkEnd w:id="1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33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6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5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13.7%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3" w:name="Q568A2335NR"/>
            <w:bookmarkEnd w:id="13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9A2493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9.5%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5" w:name="Q569A2478"/>
            <w:bookmarkEnd w:id="1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341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32.6%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0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39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9" w:name="Q569A2339NR"/>
            <w:bookmarkEnd w:id="13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70A2494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12.6%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1" w:name="Q570A2479"/>
            <w:bookmarkEnd w:id="1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345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4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3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5" w:name="Q570A2343NR"/>
            <w:bookmarkEnd w:id="14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2A2495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7" w:name="Q572A2480"/>
            <w:bookmarkEnd w:id="1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36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59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8.4%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8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1" w:name="Q572A2358NR"/>
            <w:bookmarkEnd w:id="151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3A2496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3" w:name="Q573A2481"/>
            <w:bookmarkEnd w:id="1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365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4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3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7" w:name="Q573A2363NR"/>
            <w:bookmarkEnd w:id="15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4A2497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9" w:name="Q574A2482"/>
            <w:bookmarkEnd w:id="1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13.7%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370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69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8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3" w:name="Q574A2368NR"/>
            <w:bookmarkEnd w:id="16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5A2498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6.3%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5" w:name="Q575A2483"/>
            <w:bookmarkEnd w:id="1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27.4%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375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4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3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9" w:name="Q575A2373NR"/>
            <w:bookmarkEnd w:id="16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6A2499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15.8%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1" w:name="Q576A2484"/>
            <w:bookmarkEnd w:id="17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380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79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8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5" w:name="Q576A2378NR"/>
            <w:bookmarkEnd w:id="17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7A2500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7" w:name="Q577A2485"/>
            <w:bookmarkEnd w:id="17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33.7%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3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4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13.7%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3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1" w:name="Q577A2383NR"/>
            <w:bookmarkEnd w:id="18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8A2501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11.6%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486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390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27.4%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89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8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NR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9A2502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391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9" w:name="Q579A2487"/>
            <w:bookmarkEnd w:id="18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29.5%</w:t>
            </w:r>
          </w:p>
        </w:tc>
        <w:tc>
          <w:tcPr>
            <w:tcW w:w="58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395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465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4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464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3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556" w:type="pct"/>
            <w:vAlign w:val="center"/>
          </w:tcPr>
          <w:p w:rsidR="00E412EB" w:rsidRPr="009F32FE" w:rsidRDefault="00AF13D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3" w:name="Q579A2393NR"/>
            <w:bookmarkEnd w:id="19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3"/>
        <w:gridCol w:w="930"/>
        <w:gridCol w:w="764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4" w:name="Q581A2519"/>
            <w:bookmarkEnd w:id="194"/>
            <w:r>
              <w:rPr>
                <w:rFonts w:asciiTheme="minorHAnsi" w:hAnsiTheme="minorHAnsi" w:cs="Arial"/>
                <w:sz w:val="22"/>
                <w:szCs w:val="22"/>
              </w:rPr>
              <w:t>6.3%</w:t>
            </w:r>
          </w:p>
        </w:tc>
        <w:tc>
          <w:tcPr>
            <w:tcW w:w="762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5" w:name="Q581A2504"/>
            <w:bookmarkEnd w:id="195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1195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405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923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4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990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3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1117" w:type="dxa"/>
            <w:vAlign w:val="center"/>
          </w:tcPr>
          <w:p w:rsidR="00E412EB" w:rsidRPr="00F657D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9" w:name="Q581A2403NR"/>
            <w:bookmarkEnd w:id="199"/>
            <w:r>
              <w:rPr>
                <w:rFonts w:asciiTheme="minorHAnsi" w:hAnsiTheme="minorHAnsi" w:cs="Arial"/>
                <w:sz w:val="22"/>
                <w:szCs w:val="22"/>
              </w:rPr>
              <w:t>1.1%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0" w:name="Q582A2520"/>
            <w:bookmarkEnd w:id="200"/>
            <w:r>
              <w:rPr>
                <w:rFonts w:asciiTheme="majorHAnsi" w:hAnsiTheme="majorHAnsi" w:cs="Arial"/>
                <w:sz w:val="22"/>
                <w:szCs w:val="22"/>
              </w:rPr>
              <w:t>12.6%</w:t>
            </w:r>
          </w:p>
        </w:tc>
        <w:tc>
          <w:tcPr>
            <w:tcW w:w="762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1" w:name="Q582A2505"/>
            <w:bookmarkEnd w:id="20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1195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410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32.6%</w:t>
            </w:r>
          </w:p>
        </w:tc>
        <w:tc>
          <w:tcPr>
            <w:tcW w:w="923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09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990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8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1117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5" w:name="Q582A2408NR"/>
            <w:bookmarkEnd w:id="20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3A2521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762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7" w:name="Q583A2506"/>
            <w:bookmarkEnd w:id="20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1195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415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923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4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2.1%</w:t>
            </w:r>
          </w:p>
        </w:tc>
        <w:tc>
          <w:tcPr>
            <w:tcW w:w="990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3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13.7%</w:t>
            </w:r>
          </w:p>
        </w:tc>
        <w:tc>
          <w:tcPr>
            <w:tcW w:w="1117" w:type="dxa"/>
            <w:vAlign w:val="center"/>
          </w:tcPr>
          <w:p w:rsidR="00E412EB" w:rsidRPr="009F32FE" w:rsidRDefault="00AF13D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1" w:name="Q583A2413NR"/>
            <w:bookmarkEnd w:id="21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4A2522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3" w:name="Q584A2507"/>
            <w:bookmarkEnd w:id="2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27.4%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420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19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8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8.4%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7" w:name="Q584A2418NR"/>
            <w:bookmarkEnd w:id="21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5A2523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23.2%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9" w:name="Q585A2508"/>
            <w:bookmarkEnd w:id="2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425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4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3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3" w:name="Q585A2423NR"/>
            <w:bookmarkEnd w:id="22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6A2524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16.8%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5" w:name="Q586A2509"/>
            <w:bookmarkEnd w:id="2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430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29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8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9" w:name="Q586A2428NR"/>
            <w:bookmarkEnd w:id="22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7A2525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1" w:name="Q587A2510"/>
            <w:bookmarkEnd w:id="2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38.9%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435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4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3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5" w:name="Q587A2433NR"/>
            <w:bookmarkEnd w:id="23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lastRenderedPageBreak/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8A2526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7" w:name="Q588A2511"/>
            <w:bookmarkEnd w:id="2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29.5%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440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39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8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1" w:name="Q588A2438NR"/>
            <w:bookmarkEnd w:id="241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9A2527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3" w:name="Q589A2512"/>
            <w:bookmarkEnd w:id="2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41.1%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445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23.2%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4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3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7" w:name="Q589A2443NR"/>
            <w:bookmarkEnd w:id="247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90A2528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9" w:name="Q590A2513"/>
            <w:bookmarkEnd w:id="2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450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49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8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3" w:name="Q590A2448NR"/>
            <w:bookmarkEnd w:id="253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1A2529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22.1%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5" w:name="Q591A2514"/>
            <w:bookmarkEnd w:id="2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455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4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3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15.8%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9" w:name="Q591A2453NR"/>
            <w:bookmarkEnd w:id="259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2A2530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1" w:name="Q592A2515"/>
            <w:bookmarkEnd w:id="2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37.9%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460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59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8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5" w:name="Q592A2458NR"/>
            <w:bookmarkEnd w:id="265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3A2531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31.6%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16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30.5%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465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18.9%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4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3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13.7%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NR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4A2532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17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38.9%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470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23.2%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69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8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11.6%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NR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5A2537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6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38.9%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5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24.2%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4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4.2%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3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12.6%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NR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6A2542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762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1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37.9%</w:t>
            </w:r>
          </w:p>
        </w:tc>
        <w:tc>
          <w:tcPr>
            <w:tcW w:w="1195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0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24.2%</w:t>
            </w:r>
          </w:p>
        </w:tc>
        <w:tc>
          <w:tcPr>
            <w:tcW w:w="923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39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8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AF13D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NR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4.2%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>school or GEAR UP ever spoken with you about</w:t>
      </w:r>
      <w:proofErr w:type="gramStart"/>
      <w:r w:rsidR="00CC2649" w:rsidRPr="00A060F0">
        <w:rPr>
          <w:rFonts w:asciiTheme="majorHAnsi" w:hAnsiTheme="majorHAnsi" w:cs="Times New Roman"/>
          <w:b/>
        </w:rPr>
        <w:t>…</w:t>
      </w:r>
      <w:proofErr w:type="gramEnd"/>
      <w:r w:rsidR="00CC2649" w:rsidRPr="00A060F0">
        <w:rPr>
          <w:rFonts w:asciiTheme="majorHAnsi" w:hAnsiTheme="majorHAnsi" w:cs="Times New Roman"/>
          <w:b/>
        </w:rPr>
        <w:t xml:space="preserve">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0" w:name="Q471A1872"/>
            <w:bookmarkEnd w:id="290"/>
            <w:r>
              <w:rPr>
                <w:rFonts w:asciiTheme="majorHAnsi" w:eastAsia="Times New Roman" w:hAnsiTheme="majorHAnsi" w:cs="Times New Roman"/>
                <w:color w:val="000000"/>
              </w:rPr>
              <w:t>51.6%</w:t>
            </w:r>
          </w:p>
        </w:tc>
        <w:tc>
          <w:tcPr>
            <w:tcW w:w="1530" w:type="dxa"/>
            <w:vAlign w:val="center"/>
          </w:tcPr>
          <w:p w:rsidR="00A060F0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471A1873"/>
            <w:bookmarkEnd w:id="291"/>
            <w:r>
              <w:rPr>
                <w:rFonts w:asciiTheme="majorHAnsi" w:hAnsiTheme="majorHAnsi"/>
              </w:rPr>
              <w:t>48.4%</w:t>
            </w:r>
          </w:p>
        </w:tc>
        <w:tc>
          <w:tcPr>
            <w:tcW w:w="1530" w:type="dxa"/>
            <w:vAlign w:val="center"/>
          </w:tcPr>
          <w:p w:rsidR="00A060F0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2" w:name="Q471A1872NR"/>
            <w:bookmarkEnd w:id="29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2A1874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51.6%</w:t>
            </w:r>
          </w:p>
        </w:tc>
        <w:tc>
          <w:tcPr>
            <w:tcW w:w="1530" w:type="dxa"/>
            <w:vAlign w:val="center"/>
          </w:tcPr>
          <w:p w:rsidR="00E412EB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472A1875"/>
            <w:bookmarkEnd w:id="294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530" w:type="dxa"/>
            <w:vAlign w:val="center"/>
          </w:tcPr>
          <w:p w:rsidR="00E412EB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5" w:name="Q472A1874NR"/>
            <w:bookmarkEnd w:id="295"/>
            <w:r>
              <w:rPr>
                <w:rFonts w:asciiTheme="majorHAnsi" w:eastAsia="Times New Roman" w:hAnsiTheme="majorHAnsi" w:cs="Times New Roman"/>
                <w:color w:val="000000"/>
              </w:rPr>
              <w:t>1.1%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69A1870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55.8%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469A1871"/>
            <w:bookmarkEnd w:id="297"/>
            <w:r>
              <w:rPr>
                <w:rFonts w:asciiTheme="majorHAnsi" w:hAnsiTheme="majorHAnsi"/>
              </w:rPr>
              <w:t>41.1%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8" w:name="Q469A1870NR"/>
            <w:bookmarkEnd w:id="29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6A1854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7A1859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12.6%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8A1864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6A1853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7A1858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38.9%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8A1863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44.2%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6A1852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7A1857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8A1862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6A1851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7A1856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8A1861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6A1850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12.6%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7A1855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8.4%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8A1860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4" w:name="Q466A1850NR"/>
            <w:bookmarkEnd w:id="314"/>
            <w:r>
              <w:rPr>
                <w:rFonts w:asciiTheme="majorHAnsi" w:hAnsiTheme="majorHAnsi" w:cs="Arial"/>
              </w:rPr>
              <w:t>1.1%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7A1855NR"/>
            <w:bookmarkEnd w:id="315"/>
            <w:r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8A1860NR"/>
            <w:bookmarkEnd w:id="316"/>
            <w:r>
              <w:rPr>
                <w:rFonts w:asciiTheme="majorHAnsi" w:hAnsiTheme="majorHAnsi" w:cs="Arial"/>
              </w:rPr>
              <w:t>2.1%</w:t>
            </w:r>
          </w:p>
        </w:tc>
      </w:tr>
    </w:tbl>
    <w:p w:rsidR="009663CA" w:rsidRDefault="009663CA">
      <w:pPr>
        <w:rPr>
          <w:rFonts w:asciiTheme="majorHAnsi" w:hAnsiTheme="majorHAnsi" w:cs="Times New Roman"/>
          <w:b/>
        </w:rPr>
      </w:pPr>
      <w:bookmarkStart w:id="317" w:name="_GoBack"/>
      <w:bookmarkEnd w:id="317"/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lastRenderedPageBreak/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</w:t>
      </w:r>
      <w:proofErr w:type="gramStart"/>
      <w:r w:rsidRPr="00A060F0">
        <w:rPr>
          <w:rFonts w:asciiTheme="majorHAnsi" w:hAnsiTheme="majorHAnsi" w:cs="Times New Roman"/>
          <w:b/>
        </w:rPr>
        <w:t>…</w:t>
      </w:r>
      <w:proofErr w:type="gramEnd"/>
      <w:r w:rsidRPr="00A060F0">
        <w:rPr>
          <w:rFonts w:asciiTheme="majorHAnsi" w:hAnsiTheme="majorHAnsi" w:cs="Times New Roman"/>
          <w:b/>
        </w:rPr>
        <w:t xml:space="preserve">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12.6%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16.8%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12.6%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8.4%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201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49.5%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45.3%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13.7%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8.4%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42.1%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16.8%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24.2%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3.2%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18.9%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11.6%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10.5%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7.4%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9.5%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5.3%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20.0%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11.6%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14.7%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22.1%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16.8%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12.6%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17.9%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10.5%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10.5%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10.5%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21.1%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lastRenderedPageBreak/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6.3%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6.3%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10.5%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6.3%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6.3%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11.6%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3.2%</w:t>
            </w:r>
          </w:p>
        </w:tc>
        <w:tc>
          <w:tcPr>
            <w:tcW w:w="2233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4.2%</w:t>
            </w:r>
          </w:p>
        </w:tc>
        <w:tc>
          <w:tcPr>
            <w:tcW w:w="1817" w:type="dxa"/>
            <w:vAlign w:val="center"/>
          </w:tcPr>
          <w:p w:rsidR="00F657DE" w:rsidRDefault="00AF13D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5.3%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18.9%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18.9%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4.2%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13.7%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42.1%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48.4%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37.9%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56.8%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50.5%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lastRenderedPageBreak/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49.5%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42.1%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AF13D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31.6%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F1" w:rsidRDefault="005A41F1" w:rsidP="0035328A">
      <w:pPr>
        <w:spacing w:after="0" w:line="240" w:lineRule="auto"/>
      </w:pPr>
      <w:r>
        <w:separator/>
      </w:r>
    </w:p>
  </w:endnote>
  <w:endnote w:type="continuationSeparator" w:id="0">
    <w:p w:rsidR="005A41F1" w:rsidRDefault="005A41F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AF13D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 w:rsidR="00CF6B35">
          <w:rPr>
            <w:noProof/>
          </w:rPr>
          <w:t>8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F1" w:rsidRDefault="005A41F1" w:rsidP="0035328A">
      <w:pPr>
        <w:spacing w:after="0" w:line="240" w:lineRule="auto"/>
      </w:pPr>
      <w:r>
        <w:separator/>
      </w:r>
    </w:p>
  </w:footnote>
  <w:footnote w:type="continuationSeparator" w:id="0">
    <w:p w:rsidR="005A41F1" w:rsidRDefault="005A41F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D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41F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3D9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CF6B35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81E31C-3465-4666-80C9-E58C30F6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615B3-4372-47E3-BD4C-6585F910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8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2</cp:revision>
  <cp:lastPrinted>2016-03-31T14:40:00Z</cp:lastPrinted>
  <dcterms:created xsi:type="dcterms:W3CDTF">2016-04-21T13:13:00Z</dcterms:created>
  <dcterms:modified xsi:type="dcterms:W3CDTF">2016-04-21T13:44:00Z</dcterms:modified>
</cp:coreProperties>
</file>